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5"/>
        <w:gridCol w:w="7661"/>
        <w:gridCol w:w="13"/>
      </w:tblGrid>
      <w:tr w:rsidR="003B7DF9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6D7E09" w:rsidP="006015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6D7E09" w:rsidP="003B5B1A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5B1A"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6D7E09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015A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B5B1A">
              <w:rPr>
                <w:rFonts w:ascii="Arial" w:hAnsi="Arial" w:cs="Arial"/>
                <w:noProof/>
                <w:sz w:val="18"/>
                <w:szCs w:val="18"/>
              </w:rPr>
              <w:t>Tuesday, 21 July 2020</w: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31DE6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6D7E09" w:rsidP="003B5B1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5B1A" w:rsidP="006015A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Lee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3B5B1A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left toes with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rubor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?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arterial.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E10B73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5080" t="6985" r="15240" b="0"/>
                      <wp:wrapNone/>
                      <wp:docPr id="48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49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0723D5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6015A1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E10B73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940" r="60960" b="13335"/>
                      <wp:wrapNone/>
                      <wp:docPr id="47" name="Freeform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82E8B" id="Freeform 526" o:spid="_x0000_s1026" style="position:absolute;margin-left:304pt;margin-top:171.55pt;width:74.75pt;height:155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7625" r="52070" b="52070"/>
                      <wp:wrapNone/>
                      <wp:docPr id="46" name="Freeform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F4D2A" id="Freeform 525" o:spid="_x0000_s1026" style="position:absolute;margin-left:307.45pt;margin-top:167.85pt;width:75pt;height:157.15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0160" r="27940" b="43180"/>
                      <wp:wrapNone/>
                      <wp:docPr id="45" name="Freeform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6308F" id="Freeform 524" o:spid="_x0000_s1026" style="position:absolute;margin-left:303.05pt;margin-top:173.15pt;width:59.55pt;height:146.5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2550" r="15240" b="26670"/>
                      <wp:wrapNone/>
                      <wp:docPr id="44" name="Freeform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F6C88" id="Freeform 523" o:spid="_x0000_s1026" style="position:absolute;margin-left:306.05pt;margin-top:188.6pt;width:53.8pt;height:133.15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750" r="9525" b="13335"/>
                      <wp:wrapNone/>
                      <wp:docPr id="43" name="Freeform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7AC7060" id="Freeform 522" o:spid="_x0000_s1026" style="position:absolute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4295" r="45720" b="13335"/>
                      <wp:wrapNone/>
                      <wp:docPr id="42" name="Freeform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8C4C7" id="Freeform 521" o:spid="_x0000_s1026" style="position:absolute;margin-left:301.9pt;margin-top:187.95pt;width:50.3pt;height:148.3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13335" r="9525" b="5715"/>
                      <wp:wrapNone/>
                      <wp:docPr id="41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7DC1E" id="Line 45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gkb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I7W&#10;CRs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5080" r="2540" b="4445"/>
                      <wp:wrapNone/>
                      <wp:docPr id="40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0B73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6" o:spid="_x0000_s1026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CceMAB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0B73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3268980</wp:posOffset>
                      </wp:positionV>
                      <wp:extent cx="590550" cy="0"/>
                      <wp:effectExtent l="9525" t="13335" r="9525" b="5715"/>
                      <wp:wrapNone/>
                      <wp:docPr id="39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34BE16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J2+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1905" t="5715" r="6350" b="3810"/>
                      <wp:wrapNone/>
                      <wp:docPr id="38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0B73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B38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7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CTKYhm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0B73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B38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2952750</wp:posOffset>
                      </wp:positionV>
                      <wp:extent cx="219075" cy="0"/>
                      <wp:effectExtent l="11430" t="11430" r="7620" b="7620"/>
                      <wp:wrapNone/>
                      <wp:docPr id="37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6E935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FnFQ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PFmcWc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7620" t="6350" r="635" b="3175"/>
                      <wp:wrapNone/>
                      <wp:docPr id="36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E10B73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8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Wbz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yTASpIMavdDBopUc0Hia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MdnXW5lfQRFaQkVB3HAJIJFK/U3jHro6gKb&#10;r3uiKUb8nXCqdGHBGLg29LWxvTaIqACqwBajsFzbMDr2SrNdCy+FPhDyEZTcMK8yJ/kQFTBxBnSu&#10;53SaMm40XNve69csXP4E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D4uWbz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E10B73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584200</wp:posOffset>
                      </wp:positionV>
                      <wp:extent cx="306070" cy="152400"/>
                      <wp:effectExtent l="1905" t="5080" r="6350" b="4445"/>
                      <wp:wrapNone/>
                      <wp:docPr id="35" name="Text Box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3B5B1A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4" o:spid="_x0000_s1029" type="#_x0000_t202" style="position:absolute;left:0;text-align:left;margin-left:-4.8pt;margin-top:4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vd2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3B5B1A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2540" t="7620" r="5715" b="1905"/>
                      <wp:wrapNone/>
                      <wp:docPr id="34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E10B73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30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sRH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C5/sRH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E10B73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7620" r="5715" b="1905"/>
                      <wp:wrapNone/>
                      <wp:docPr id="33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B5B1A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E10B7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1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fm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k7x35q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B5B1A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</w:t>
                            </w:r>
                            <w:r w:rsidR="00E10B7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7620" t="1270" r="635" b="8255"/>
                      <wp:wrapNone/>
                      <wp:docPr id="32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2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kSA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Cq0kSA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7620" r="5715" b="1905"/>
                      <wp:wrapNone/>
                      <wp:docPr id="31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B5B1A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3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gCjoQ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8KgCj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B5B1A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5080" r="6350" b="4445"/>
                      <wp:wrapNone/>
                      <wp:docPr id="30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4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pKy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AMekrK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6350" t="1905" r="1905" b="7620"/>
                      <wp:wrapNone/>
                      <wp:docPr id="29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B5B1A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5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K0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IGMrS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B5B1A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7620" t="4445" r="635" b="5080"/>
                      <wp:wrapNone/>
                      <wp:docPr id="28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6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pMB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x6pMB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3175" r="2540" b="6350"/>
                      <wp:wrapNone/>
                      <wp:docPr id="27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7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paow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VisaWq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8890" r="2540" b="635"/>
                      <wp:wrapNone/>
                      <wp:docPr id="26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8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Bk46WC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7620" t="5080" r="635" b="4445"/>
                      <wp:wrapNone/>
                      <wp:docPr id="25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9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5715" t="8255" r="2540" b="1270"/>
                      <wp:wrapNone/>
                      <wp:docPr id="24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40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985" r="8255" b="2540"/>
                      <wp:wrapNone/>
                      <wp:docPr id="23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E10B73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1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zEog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E10B73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6985" r="8255" b="2540"/>
                      <wp:wrapNone/>
                      <wp:docPr id="22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B5B1A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2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/P/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B5B1A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1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3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Td0AIAAOg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3834765</wp:posOffset>
                      </wp:positionV>
                      <wp:extent cx="787400" cy="734060"/>
                      <wp:effectExtent l="8890" t="7620" r="13335" b="10795"/>
                      <wp:wrapNone/>
                      <wp:docPr id="10" name="Group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7400" cy="734060"/>
                                <a:chOff x="1856" y="8849"/>
                                <a:chExt cx="6496" cy="6057"/>
                              </a:xfrm>
                            </wpg:grpSpPr>
                            <wpg:grpSp>
                              <wpg:cNvPr id="11" name="Group 3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56" y="8849"/>
                                  <a:ext cx="6496" cy="6057"/>
                                  <a:chOff x="1844" y="1564"/>
                                  <a:chExt cx="6496" cy="6057"/>
                                </a:xfrm>
                              </wpg:grpSpPr>
                              <wps:wsp>
                                <wps:cNvPr id="12" name="Freeform 3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44" y="2478"/>
                                    <a:ext cx="6496" cy="5143"/>
                                  </a:xfrm>
                                  <a:custGeom>
                                    <a:avLst/>
                                    <a:gdLst>
                                      <a:gd name="T0" fmla="*/ 2326 w 6496"/>
                                      <a:gd name="T1" fmla="*/ 87 h 5143"/>
                                      <a:gd name="T2" fmla="*/ 1681 w 6496"/>
                                      <a:gd name="T3" fmla="*/ 215 h 5143"/>
                                      <a:gd name="T4" fmla="*/ 931 w 6496"/>
                                      <a:gd name="T5" fmla="*/ 162 h 5143"/>
                                      <a:gd name="T6" fmla="*/ 399 w 6496"/>
                                      <a:gd name="T7" fmla="*/ 50 h 5143"/>
                                      <a:gd name="T8" fmla="*/ 166 w 6496"/>
                                      <a:gd name="T9" fmla="*/ 72 h 5143"/>
                                      <a:gd name="T10" fmla="*/ 54 w 6496"/>
                                      <a:gd name="T11" fmla="*/ 132 h 5143"/>
                                      <a:gd name="T12" fmla="*/ 163 w 6496"/>
                                      <a:gd name="T13" fmla="*/ 210 h 5143"/>
                                      <a:gd name="T14" fmla="*/ 16 w 6496"/>
                                      <a:gd name="T15" fmla="*/ 260 h 5143"/>
                                      <a:gd name="T16" fmla="*/ 220 w 6496"/>
                                      <a:gd name="T17" fmla="*/ 291 h 5143"/>
                                      <a:gd name="T18" fmla="*/ 324 w 6496"/>
                                      <a:gd name="T19" fmla="*/ 357 h 5143"/>
                                      <a:gd name="T20" fmla="*/ 946 w 6496"/>
                                      <a:gd name="T21" fmla="*/ 402 h 5143"/>
                                      <a:gd name="T22" fmla="*/ 1621 w 6496"/>
                                      <a:gd name="T23" fmla="*/ 447 h 5143"/>
                                      <a:gd name="T24" fmla="*/ 2461 w 6496"/>
                                      <a:gd name="T25" fmla="*/ 507 h 5143"/>
                                      <a:gd name="T26" fmla="*/ 2664 w 6496"/>
                                      <a:gd name="T27" fmla="*/ 1070 h 5143"/>
                                      <a:gd name="T28" fmla="*/ 2544 w 6496"/>
                                      <a:gd name="T29" fmla="*/ 2037 h 5143"/>
                                      <a:gd name="T30" fmla="*/ 2034 w 6496"/>
                                      <a:gd name="T31" fmla="*/ 3207 h 5143"/>
                                      <a:gd name="T32" fmla="*/ 1165 w 6496"/>
                                      <a:gd name="T33" fmla="*/ 4767 h 5143"/>
                                      <a:gd name="T34" fmla="*/ 1234 w 6496"/>
                                      <a:gd name="T35" fmla="*/ 4818 h 5143"/>
                                      <a:gd name="T36" fmla="*/ 1288 w 6496"/>
                                      <a:gd name="T37" fmla="*/ 4848 h 5143"/>
                                      <a:gd name="T38" fmla="*/ 1345 w 6496"/>
                                      <a:gd name="T39" fmla="*/ 4881 h 5143"/>
                                      <a:gd name="T40" fmla="*/ 1405 w 6496"/>
                                      <a:gd name="T41" fmla="*/ 4926 h 5143"/>
                                      <a:gd name="T42" fmla="*/ 1554 w 6496"/>
                                      <a:gd name="T43" fmla="*/ 4940 h 5143"/>
                                      <a:gd name="T44" fmla="*/ 1629 w 6496"/>
                                      <a:gd name="T45" fmla="*/ 4572 h 5143"/>
                                      <a:gd name="T46" fmla="*/ 2116 w 6496"/>
                                      <a:gd name="T47" fmla="*/ 3732 h 5143"/>
                                      <a:gd name="T48" fmla="*/ 2581 w 6496"/>
                                      <a:gd name="T49" fmla="*/ 3090 h 5143"/>
                                      <a:gd name="T50" fmla="*/ 3226 w 6496"/>
                                      <a:gd name="T51" fmla="*/ 2345 h 5143"/>
                                      <a:gd name="T52" fmla="*/ 3730 w 6496"/>
                                      <a:gd name="T53" fmla="*/ 3141 h 5143"/>
                                      <a:gd name="T54" fmla="*/ 4279 w 6496"/>
                                      <a:gd name="T55" fmla="*/ 4299 h 5143"/>
                                      <a:gd name="T56" fmla="*/ 4738 w 6496"/>
                                      <a:gd name="T57" fmla="*/ 5082 h 5143"/>
                                      <a:gd name="T58" fmla="*/ 4987 w 6496"/>
                                      <a:gd name="T59" fmla="*/ 5022 h 5143"/>
                                      <a:gd name="T60" fmla="*/ 5350 w 6496"/>
                                      <a:gd name="T61" fmla="*/ 4839 h 5143"/>
                                      <a:gd name="T62" fmla="*/ 5377 w 6496"/>
                                      <a:gd name="T63" fmla="*/ 4740 h 5143"/>
                                      <a:gd name="T64" fmla="*/ 5023 w 6496"/>
                                      <a:gd name="T65" fmla="*/ 4767 h 5143"/>
                                      <a:gd name="T66" fmla="*/ 4384 w 6496"/>
                                      <a:gd name="T67" fmla="*/ 3627 h 5143"/>
                                      <a:gd name="T68" fmla="*/ 4156 w 6496"/>
                                      <a:gd name="T69" fmla="*/ 2817 h 5143"/>
                                      <a:gd name="T70" fmla="*/ 3751 w 6496"/>
                                      <a:gd name="T71" fmla="*/ 1446 h 5143"/>
                                      <a:gd name="T72" fmla="*/ 4136 w 6496"/>
                                      <a:gd name="T73" fmla="*/ 482 h 5143"/>
                                      <a:gd name="T74" fmla="*/ 5542 w 6496"/>
                                      <a:gd name="T75" fmla="*/ 423 h 5143"/>
                                      <a:gd name="T76" fmla="*/ 6259 w 6496"/>
                                      <a:gd name="T77" fmla="*/ 384 h 5143"/>
                                      <a:gd name="T78" fmla="*/ 6187 w 6496"/>
                                      <a:gd name="T79" fmla="*/ 303 h 5143"/>
                                      <a:gd name="T80" fmla="*/ 6388 w 6496"/>
                                      <a:gd name="T81" fmla="*/ 225 h 5143"/>
                                      <a:gd name="T82" fmla="*/ 6466 w 6496"/>
                                      <a:gd name="T83" fmla="*/ 183 h 5143"/>
                                      <a:gd name="T84" fmla="*/ 6391 w 6496"/>
                                      <a:gd name="T85" fmla="*/ 108 h 5143"/>
                                      <a:gd name="T86" fmla="*/ 6160 w 6496"/>
                                      <a:gd name="T87" fmla="*/ 66 h 5143"/>
                                      <a:gd name="T88" fmla="*/ 5575 w 6496"/>
                                      <a:gd name="T89" fmla="*/ 174 h 5143"/>
                                      <a:gd name="T90" fmla="*/ 4699 w 6496"/>
                                      <a:gd name="T91" fmla="*/ 171 h 5143"/>
                                      <a:gd name="T92" fmla="*/ 4000 w 6496"/>
                                      <a:gd name="T93" fmla="*/ 60 h 51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6496" h="5143">
                                        <a:moveTo>
                                          <a:pt x="2986" y="12"/>
                                        </a:moveTo>
                                        <a:cubicBezTo>
                                          <a:pt x="2936" y="21"/>
                                          <a:pt x="2796" y="38"/>
                                          <a:pt x="2686" y="50"/>
                                        </a:cubicBezTo>
                                        <a:cubicBezTo>
                                          <a:pt x="2576" y="62"/>
                                          <a:pt x="2418" y="71"/>
                                          <a:pt x="2326" y="87"/>
                                        </a:cubicBezTo>
                                        <a:cubicBezTo>
                                          <a:pt x="2234" y="103"/>
                                          <a:pt x="2191" y="136"/>
                                          <a:pt x="2131" y="147"/>
                                        </a:cubicBezTo>
                                        <a:cubicBezTo>
                                          <a:pt x="2071" y="158"/>
                                          <a:pt x="2041" y="144"/>
                                          <a:pt x="1966" y="155"/>
                                        </a:cubicBezTo>
                                        <a:cubicBezTo>
                                          <a:pt x="1891" y="166"/>
                                          <a:pt x="1752" y="214"/>
                                          <a:pt x="1681" y="215"/>
                                        </a:cubicBezTo>
                                        <a:cubicBezTo>
                                          <a:pt x="1610" y="216"/>
                                          <a:pt x="1613" y="173"/>
                                          <a:pt x="1539" y="162"/>
                                        </a:cubicBezTo>
                                        <a:cubicBezTo>
                                          <a:pt x="1465" y="151"/>
                                          <a:pt x="1340" y="147"/>
                                          <a:pt x="1239" y="147"/>
                                        </a:cubicBezTo>
                                        <a:cubicBezTo>
                                          <a:pt x="1138" y="147"/>
                                          <a:pt x="1031" y="161"/>
                                          <a:pt x="931" y="162"/>
                                        </a:cubicBezTo>
                                        <a:cubicBezTo>
                                          <a:pt x="831" y="163"/>
                                          <a:pt x="703" y="167"/>
                                          <a:pt x="639" y="155"/>
                                        </a:cubicBezTo>
                                        <a:cubicBezTo>
                                          <a:pt x="575" y="143"/>
                                          <a:pt x="589" y="104"/>
                                          <a:pt x="549" y="87"/>
                                        </a:cubicBezTo>
                                        <a:cubicBezTo>
                                          <a:pt x="509" y="70"/>
                                          <a:pt x="439" y="64"/>
                                          <a:pt x="399" y="50"/>
                                        </a:cubicBezTo>
                                        <a:cubicBezTo>
                                          <a:pt x="359" y="36"/>
                                          <a:pt x="354" y="10"/>
                                          <a:pt x="309" y="5"/>
                                        </a:cubicBezTo>
                                        <a:cubicBezTo>
                                          <a:pt x="264" y="0"/>
                                          <a:pt x="153" y="9"/>
                                          <a:pt x="129" y="20"/>
                                        </a:cubicBezTo>
                                        <a:cubicBezTo>
                                          <a:pt x="105" y="31"/>
                                          <a:pt x="138" y="63"/>
                                          <a:pt x="166" y="72"/>
                                        </a:cubicBezTo>
                                        <a:cubicBezTo>
                                          <a:pt x="194" y="81"/>
                                          <a:pt x="289" y="68"/>
                                          <a:pt x="301" y="75"/>
                                        </a:cubicBezTo>
                                        <a:cubicBezTo>
                                          <a:pt x="313" y="82"/>
                                          <a:pt x="282" y="108"/>
                                          <a:pt x="241" y="117"/>
                                        </a:cubicBezTo>
                                        <a:cubicBezTo>
                                          <a:pt x="200" y="126"/>
                                          <a:pt x="94" y="124"/>
                                          <a:pt x="54" y="132"/>
                                        </a:cubicBezTo>
                                        <a:cubicBezTo>
                                          <a:pt x="14" y="140"/>
                                          <a:pt x="2" y="151"/>
                                          <a:pt x="1" y="162"/>
                                        </a:cubicBezTo>
                                        <a:cubicBezTo>
                                          <a:pt x="0" y="173"/>
                                          <a:pt x="19" y="192"/>
                                          <a:pt x="46" y="200"/>
                                        </a:cubicBezTo>
                                        <a:cubicBezTo>
                                          <a:pt x="73" y="208"/>
                                          <a:pt x="130" y="206"/>
                                          <a:pt x="163" y="210"/>
                                        </a:cubicBezTo>
                                        <a:cubicBezTo>
                                          <a:pt x="196" y="214"/>
                                          <a:pt x="265" y="223"/>
                                          <a:pt x="244" y="225"/>
                                        </a:cubicBezTo>
                                        <a:cubicBezTo>
                                          <a:pt x="223" y="227"/>
                                          <a:pt x="77" y="216"/>
                                          <a:pt x="39" y="222"/>
                                        </a:cubicBezTo>
                                        <a:cubicBezTo>
                                          <a:pt x="1" y="228"/>
                                          <a:pt x="13" y="249"/>
                                          <a:pt x="16" y="260"/>
                                        </a:cubicBezTo>
                                        <a:cubicBezTo>
                                          <a:pt x="19" y="271"/>
                                          <a:pt x="38" y="283"/>
                                          <a:pt x="58" y="288"/>
                                        </a:cubicBezTo>
                                        <a:cubicBezTo>
                                          <a:pt x="78" y="293"/>
                                          <a:pt x="112" y="288"/>
                                          <a:pt x="139" y="288"/>
                                        </a:cubicBezTo>
                                        <a:cubicBezTo>
                                          <a:pt x="166" y="288"/>
                                          <a:pt x="221" y="287"/>
                                          <a:pt x="220" y="291"/>
                                        </a:cubicBezTo>
                                        <a:cubicBezTo>
                                          <a:pt x="219" y="295"/>
                                          <a:pt x="147" y="299"/>
                                          <a:pt x="133" y="312"/>
                                        </a:cubicBezTo>
                                        <a:cubicBezTo>
                                          <a:pt x="119" y="325"/>
                                          <a:pt x="101" y="362"/>
                                          <a:pt x="133" y="369"/>
                                        </a:cubicBezTo>
                                        <a:cubicBezTo>
                                          <a:pt x="165" y="376"/>
                                          <a:pt x="262" y="353"/>
                                          <a:pt x="324" y="357"/>
                                        </a:cubicBezTo>
                                        <a:cubicBezTo>
                                          <a:pt x="386" y="361"/>
                                          <a:pt x="448" y="391"/>
                                          <a:pt x="504" y="395"/>
                                        </a:cubicBezTo>
                                        <a:cubicBezTo>
                                          <a:pt x="560" y="399"/>
                                          <a:pt x="587" y="379"/>
                                          <a:pt x="661" y="380"/>
                                        </a:cubicBezTo>
                                        <a:cubicBezTo>
                                          <a:pt x="735" y="381"/>
                                          <a:pt x="862" y="388"/>
                                          <a:pt x="946" y="402"/>
                                        </a:cubicBezTo>
                                        <a:cubicBezTo>
                                          <a:pt x="1030" y="416"/>
                                          <a:pt x="1068" y="451"/>
                                          <a:pt x="1164" y="462"/>
                                        </a:cubicBezTo>
                                        <a:cubicBezTo>
                                          <a:pt x="1260" y="473"/>
                                          <a:pt x="1448" y="472"/>
                                          <a:pt x="1524" y="470"/>
                                        </a:cubicBezTo>
                                        <a:cubicBezTo>
                                          <a:pt x="1600" y="468"/>
                                          <a:pt x="1541" y="452"/>
                                          <a:pt x="1621" y="447"/>
                                        </a:cubicBezTo>
                                        <a:cubicBezTo>
                                          <a:pt x="1701" y="442"/>
                                          <a:pt x="1907" y="433"/>
                                          <a:pt x="2004" y="440"/>
                                        </a:cubicBezTo>
                                        <a:cubicBezTo>
                                          <a:pt x="2101" y="447"/>
                                          <a:pt x="2130" y="481"/>
                                          <a:pt x="2206" y="492"/>
                                        </a:cubicBezTo>
                                        <a:cubicBezTo>
                                          <a:pt x="2282" y="503"/>
                                          <a:pt x="2404" y="477"/>
                                          <a:pt x="2461" y="507"/>
                                        </a:cubicBezTo>
                                        <a:cubicBezTo>
                                          <a:pt x="2518" y="537"/>
                                          <a:pt x="2525" y="621"/>
                                          <a:pt x="2551" y="672"/>
                                        </a:cubicBezTo>
                                        <a:cubicBezTo>
                                          <a:pt x="2577" y="723"/>
                                          <a:pt x="2600" y="749"/>
                                          <a:pt x="2619" y="815"/>
                                        </a:cubicBezTo>
                                        <a:cubicBezTo>
                                          <a:pt x="2638" y="881"/>
                                          <a:pt x="2649" y="993"/>
                                          <a:pt x="2664" y="1070"/>
                                        </a:cubicBezTo>
                                        <a:cubicBezTo>
                                          <a:pt x="2679" y="1147"/>
                                          <a:pt x="2706" y="1192"/>
                                          <a:pt x="2710" y="1281"/>
                                        </a:cubicBezTo>
                                        <a:cubicBezTo>
                                          <a:pt x="2714" y="1370"/>
                                          <a:pt x="2714" y="1476"/>
                                          <a:pt x="2686" y="1602"/>
                                        </a:cubicBezTo>
                                        <a:cubicBezTo>
                                          <a:pt x="2658" y="1728"/>
                                          <a:pt x="2596" y="1914"/>
                                          <a:pt x="2544" y="2037"/>
                                        </a:cubicBezTo>
                                        <a:cubicBezTo>
                                          <a:pt x="2492" y="2160"/>
                                          <a:pt x="2432" y="2198"/>
                                          <a:pt x="2371" y="2337"/>
                                        </a:cubicBezTo>
                                        <a:cubicBezTo>
                                          <a:pt x="2310" y="2476"/>
                                          <a:pt x="2232" y="2725"/>
                                          <a:pt x="2176" y="2870"/>
                                        </a:cubicBezTo>
                                        <a:cubicBezTo>
                                          <a:pt x="2120" y="3015"/>
                                          <a:pt x="2129" y="3048"/>
                                          <a:pt x="2034" y="3207"/>
                                        </a:cubicBezTo>
                                        <a:cubicBezTo>
                                          <a:pt x="1939" y="3366"/>
                                          <a:pt x="1717" y="3580"/>
                                          <a:pt x="1606" y="3822"/>
                                        </a:cubicBezTo>
                                        <a:cubicBezTo>
                                          <a:pt x="1495" y="4064"/>
                                          <a:pt x="1439" y="4505"/>
                                          <a:pt x="1366" y="4662"/>
                                        </a:cubicBezTo>
                                        <a:cubicBezTo>
                                          <a:pt x="1293" y="4819"/>
                                          <a:pt x="1204" y="4736"/>
                                          <a:pt x="1165" y="4767"/>
                                        </a:cubicBezTo>
                                        <a:cubicBezTo>
                                          <a:pt x="1126" y="4798"/>
                                          <a:pt x="1129" y="4830"/>
                                          <a:pt x="1129" y="4845"/>
                                        </a:cubicBezTo>
                                        <a:cubicBezTo>
                                          <a:pt x="1129" y="4860"/>
                                          <a:pt x="1145" y="4864"/>
                                          <a:pt x="1162" y="4860"/>
                                        </a:cubicBezTo>
                                        <a:cubicBezTo>
                                          <a:pt x="1179" y="4856"/>
                                          <a:pt x="1230" y="4815"/>
                                          <a:pt x="1234" y="4818"/>
                                        </a:cubicBezTo>
                                        <a:cubicBezTo>
                                          <a:pt x="1238" y="4821"/>
                                          <a:pt x="1190" y="4866"/>
                                          <a:pt x="1189" y="4878"/>
                                        </a:cubicBezTo>
                                        <a:cubicBezTo>
                                          <a:pt x="1188" y="4890"/>
                                          <a:pt x="1212" y="4898"/>
                                          <a:pt x="1228" y="4893"/>
                                        </a:cubicBezTo>
                                        <a:cubicBezTo>
                                          <a:pt x="1244" y="4888"/>
                                          <a:pt x="1285" y="4844"/>
                                          <a:pt x="1288" y="4848"/>
                                        </a:cubicBezTo>
                                        <a:cubicBezTo>
                                          <a:pt x="1291" y="4852"/>
                                          <a:pt x="1246" y="4902"/>
                                          <a:pt x="1246" y="4914"/>
                                        </a:cubicBezTo>
                                        <a:cubicBezTo>
                                          <a:pt x="1246" y="4926"/>
                                          <a:pt x="1275" y="4925"/>
                                          <a:pt x="1291" y="4920"/>
                                        </a:cubicBezTo>
                                        <a:cubicBezTo>
                                          <a:pt x="1307" y="4915"/>
                                          <a:pt x="1344" y="4877"/>
                                          <a:pt x="1345" y="4881"/>
                                        </a:cubicBezTo>
                                        <a:cubicBezTo>
                                          <a:pt x="1346" y="4885"/>
                                          <a:pt x="1299" y="4932"/>
                                          <a:pt x="1297" y="4944"/>
                                        </a:cubicBezTo>
                                        <a:cubicBezTo>
                                          <a:pt x="1295" y="4956"/>
                                          <a:pt x="1315" y="4959"/>
                                          <a:pt x="1333" y="4956"/>
                                        </a:cubicBezTo>
                                        <a:cubicBezTo>
                                          <a:pt x="1351" y="4953"/>
                                          <a:pt x="1399" y="4923"/>
                                          <a:pt x="1405" y="4926"/>
                                        </a:cubicBezTo>
                                        <a:cubicBezTo>
                                          <a:pt x="1411" y="4929"/>
                                          <a:pt x="1360" y="4956"/>
                                          <a:pt x="1369" y="4974"/>
                                        </a:cubicBezTo>
                                        <a:cubicBezTo>
                                          <a:pt x="1378" y="4992"/>
                                          <a:pt x="1431" y="5040"/>
                                          <a:pt x="1462" y="5034"/>
                                        </a:cubicBezTo>
                                        <a:cubicBezTo>
                                          <a:pt x="1493" y="5028"/>
                                          <a:pt x="1540" y="4966"/>
                                          <a:pt x="1554" y="4940"/>
                                        </a:cubicBezTo>
                                        <a:cubicBezTo>
                                          <a:pt x="1568" y="4914"/>
                                          <a:pt x="1539" y="4907"/>
                                          <a:pt x="1546" y="4880"/>
                                        </a:cubicBezTo>
                                        <a:cubicBezTo>
                                          <a:pt x="1553" y="4853"/>
                                          <a:pt x="1585" y="4826"/>
                                          <a:pt x="1599" y="4775"/>
                                        </a:cubicBezTo>
                                        <a:cubicBezTo>
                                          <a:pt x="1613" y="4724"/>
                                          <a:pt x="1597" y="4651"/>
                                          <a:pt x="1629" y="4572"/>
                                        </a:cubicBezTo>
                                        <a:cubicBezTo>
                                          <a:pt x="1661" y="4493"/>
                                          <a:pt x="1732" y="4393"/>
                                          <a:pt x="1794" y="4302"/>
                                        </a:cubicBezTo>
                                        <a:cubicBezTo>
                                          <a:pt x="1856" y="4211"/>
                                          <a:pt x="1950" y="4120"/>
                                          <a:pt x="2004" y="4025"/>
                                        </a:cubicBezTo>
                                        <a:cubicBezTo>
                                          <a:pt x="2058" y="3930"/>
                                          <a:pt x="2078" y="3810"/>
                                          <a:pt x="2116" y="3732"/>
                                        </a:cubicBezTo>
                                        <a:cubicBezTo>
                                          <a:pt x="2154" y="3654"/>
                                          <a:pt x="2189" y="3607"/>
                                          <a:pt x="2230" y="3555"/>
                                        </a:cubicBezTo>
                                        <a:cubicBezTo>
                                          <a:pt x="2271" y="3503"/>
                                          <a:pt x="2306" y="3494"/>
                                          <a:pt x="2364" y="3417"/>
                                        </a:cubicBezTo>
                                        <a:cubicBezTo>
                                          <a:pt x="2422" y="3340"/>
                                          <a:pt x="2524" y="3176"/>
                                          <a:pt x="2581" y="3090"/>
                                        </a:cubicBezTo>
                                        <a:cubicBezTo>
                                          <a:pt x="2638" y="3004"/>
                                          <a:pt x="2644" y="2977"/>
                                          <a:pt x="2707" y="2898"/>
                                        </a:cubicBezTo>
                                        <a:cubicBezTo>
                                          <a:pt x="2770" y="2819"/>
                                          <a:pt x="2876" y="2708"/>
                                          <a:pt x="2962" y="2616"/>
                                        </a:cubicBezTo>
                                        <a:cubicBezTo>
                                          <a:pt x="3048" y="2524"/>
                                          <a:pt x="3153" y="2333"/>
                                          <a:pt x="3226" y="2345"/>
                                        </a:cubicBezTo>
                                        <a:cubicBezTo>
                                          <a:pt x="3299" y="2357"/>
                                          <a:pt x="3352" y="2597"/>
                                          <a:pt x="3403" y="2688"/>
                                        </a:cubicBezTo>
                                        <a:cubicBezTo>
                                          <a:pt x="3454" y="2779"/>
                                          <a:pt x="3474" y="2816"/>
                                          <a:pt x="3529" y="2892"/>
                                        </a:cubicBezTo>
                                        <a:cubicBezTo>
                                          <a:pt x="3584" y="2968"/>
                                          <a:pt x="3660" y="3026"/>
                                          <a:pt x="3730" y="3141"/>
                                        </a:cubicBezTo>
                                        <a:cubicBezTo>
                                          <a:pt x="3800" y="3256"/>
                                          <a:pt x="3881" y="3416"/>
                                          <a:pt x="3949" y="3579"/>
                                        </a:cubicBezTo>
                                        <a:cubicBezTo>
                                          <a:pt x="4017" y="3742"/>
                                          <a:pt x="4086" y="4002"/>
                                          <a:pt x="4141" y="4122"/>
                                        </a:cubicBezTo>
                                        <a:cubicBezTo>
                                          <a:pt x="4196" y="4242"/>
                                          <a:pt x="4213" y="4212"/>
                                          <a:pt x="4279" y="4299"/>
                                        </a:cubicBezTo>
                                        <a:cubicBezTo>
                                          <a:pt x="4345" y="4386"/>
                                          <a:pt x="4474" y="4559"/>
                                          <a:pt x="4537" y="4647"/>
                                        </a:cubicBezTo>
                                        <a:cubicBezTo>
                                          <a:pt x="4600" y="4735"/>
                                          <a:pt x="4624" y="4754"/>
                                          <a:pt x="4657" y="4827"/>
                                        </a:cubicBezTo>
                                        <a:cubicBezTo>
                                          <a:pt x="4690" y="4900"/>
                                          <a:pt x="4714" y="5030"/>
                                          <a:pt x="4738" y="5082"/>
                                        </a:cubicBezTo>
                                        <a:cubicBezTo>
                                          <a:pt x="4762" y="5134"/>
                                          <a:pt x="4777" y="5135"/>
                                          <a:pt x="4804" y="5139"/>
                                        </a:cubicBezTo>
                                        <a:cubicBezTo>
                                          <a:pt x="4831" y="5143"/>
                                          <a:pt x="4870" y="5125"/>
                                          <a:pt x="4900" y="5106"/>
                                        </a:cubicBezTo>
                                        <a:cubicBezTo>
                                          <a:pt x="4930" y="5087"/>
                                          <a:pt x="4942" y="5043"/>
                                          <a:pt x="4987" y="5022"/>
                                        </a:cubicBezTo>
                                        <a:cubicBezTo>
                                          <a:pt x="5032" y="5001"/>
                                          <a:pt x="5114" y="5003"/>
                                          <a:pt x="5167" y="4980"/>
                                        </a:cubicBezTo>
                                        <a:cubicBezTo>
                                          <a:pt x="5220" y="4957"/>
                                          <a:pt x="5278" y="4908"/>
                                          <a:pt x="5308" y="4884"/>
                                        </a:cubicBezTo>
                                        <a:cubicBezTo>
                                          <a:pt x="5338" y="4860"/>
                                          <a:pt x="5333" y="4852"/>
                                          <a:pt x="5350" y="4839"/>
                                        </a:cubicBezTo>
                                        <a:cubicBezTo>
                                          <a:pt x="5367" y="4826"/>
                                          <a:pt x="5400" y="4822"/>
                                          <a:pt x="5410" y="4809"/>
                                        </a:cubicBezTo>
                                        <a:cubicBezTo>
                                          <a:pt x="5420" y="4796"/>
                                          <a:pt x="5418" y="4769"/>
                                          <a:pt x="5413" y="4758"/>
                                        </a:cubicBezTo>
                                        <a:cubicBezTo>
                                          <a:pt x="5408" y="4747"/>
                                          <a:pt x="5393" y="4739"/>
                                          <a:pt x="5377" y="4740"/>
                                        </a:cubicBezTo>
                                        <a:cubicBezTo>
                                          <a:pt x="5361" y="4741"/>
                                          <a:pt x="5335" y="4760"/>
                                          <a:pt x="5314" y="4764"/>
                                        </a:cubicBezTo>
                                        <a:cubicBezTo>
                                          <a:pt x="5293" y="4768"/>
                                          <a:pt x="5296" y="4764"/>
                                          <a:pt x="5248" y="4764"/>
                                        </a:cubicBezTo>
                                        <a:cubicBezTo>
                                          <a:pt x="5200" y="4764"/>
                                          <a:pt x="5092" y="4796"/>
                                          <a:pt x="5023" y="4767"/>
                                        </a:cubicBezTo>
                                        <a:cubicBezTo>
                                          <a:pt x="4954" y="4738"/>
                                          <a:pt x="4908" y="4729"/>
                                          <a:pt x="4834" y="4590"/>
                                        </a:cubicBezTo>
                                        <a:cubicBezTo>
                                          <a:pt x="4760" y="4451"/>
                                          <a:pt x="4654" y="4096"/>
                                          <a:pt x="4579" y="3936"/>
                                        </a:cubicBezTo>
                                        <a:cubicBezTo>
                                          <a:pt x="4504" y="3776"/>
                                          <a:pt x="4431" y="3728"/>
                                          <a:pt x="4384" y="3627"/>
                                        </a:cubicBezTo>
                                        <a:cubicBezTo>
                                          <a:pt x="4337" y="3526"/>
                                          <a:pt x="4325" y="3403"/>
                                          <a:pt x="4297" y="3327"/>
                                        </a:cubicBezTo>
                                        <a:cubicBezTo>
                                          <a:pt x="4269" y="3251"/>
                                          <a:pt x="4240" y="3255"/>
                                          <a:pt x="4216" y="3170"/>
                                        </a:cubicBezTo>
                                        <a:cubicBezTo>
                                          <a:pt x="4192" y="3085"/>
                                          <a:pt x="4191" y="2946"/>
                                          <a:pt x="4156" y="2817"/>
                                        </a:cubicBezTo>
                                        <a:cubicBezTo>
                                          <a:pt x="4121" y="2688"/>
                                          <a:pt x="4057" y="2517"/>
                                          <a:pt x="4006" y="2394"/>
                                        </a:cubicBezTo>
                                        <a:cubicBezTo>
                                          <a:pt x="3955" y="2271"/>
                                          <a:pt x="3892" y="2237"/>
                                          <a:pt x="3850" y="2079"/>
                                        </a:cubicBezTo>
                                        <a:cubicBezTo>
                                          <a:pt x="3808" y="1921"/>
                                          <a:pt x="3765" y="1617"/>
                                          <a:pt x="3751" y="1446"/>
                                        </a:cubicBezTo>
                                        <a:cubicBezTo>
                                          <a:pt x="3737" y="1275"/>
                                          <a:pt x="3747" y="1174"/>
                                          <a:pt x="3766" y="1053"/>
                                        </a:cubicBezTo>
                                        <a:cubicBezTo>
                                          <a:pt x="3785" y="932"/>
                                          <a:pt x="3804" y="817"/>
                                          <a:pt x="3866" y="722"/>
                                        </a:cubicBezTo>
                                        <a:cubicBezTo>
                                          <a:pt x="3928" y="627"/>
                                          <a:pt x="3986" y="527"/>
                                          <a:pt x="4136" y="482"/>
                                        </a:cubicBezTo>
                                        <a:cubicBezTo>
                                          <a:pt x="4286" y="437"/>
                                          <a:pt x="4581" y="449"/>
                                          <a:pt x="4766" y="452"/>
                                        </a:cubicBezTo>
                                        <a:cubicBezTo>
                                          <a:pt x="4951" y="455"/>
                                          <a:pt x="5117" y="507"/>
                                          <a:pt x="5246" y="502"/>
                                        </a:cubicBezTo>
                                        <a:cubicBezTo>
                                          <a:pt x="5375" y="497"/>
                                          <a:pt x="5451" y="438"/>
                                          <a:pt x="5542" y="423"/>
                                        </a:cubicBezTo>
                                        <a:cubicBezTo>
                                          <a:pt x="5633" y="408"/>
                                          <a:pt x="5704" y="419"/>
                                          <a:pt x="5794" y="414"/>
                                        </a:cubicBezTo>
                                        <a:cubicBezTo>
                                          <a:pt x="5884" y="409"/>
                                          <a:pt x="6005" y="398"/>
                                          <a:pt x="6082" y="393"/>
                                        </a:cubicBezTo>
                                        <a:cubicBezTo>
                                          <a:pt x="6159" y="388"/>
                                          <a:pt x="6213" y="392"/>
                                          <a:pt x="6259" y="384"/>
                                        </a:cubicBezTo>
                                        <a:cubicBezTo>
                                          <a:pt x="6305" y="376"/>
                                          <a:pt x="6349" y="355"/>
                                          <a:pt x="6361" y="342"/>
                                        </a:cubicBezTo>
                                        <a:cubicBezTo>
                                          <a:pt x="6373" y="329"/>
                                          <a:pt x="6360" y="316"/>
                                          <a:pt x="6331" y="309"/>
                                        </a:cubicBezTo>
                                        <a:cubicBezTo>
                                          <a:pt x="6302" y="302"/>
                                          <a:pt x="6180" y="308"/>
                                          <a:pt x="6187" y="303"/>
                                        </a:cubicBezTo>
                                        <a:cubicBezTo>
                                          <a:pt x="6194" y="298"/>
                                          <a:pt x="6339" y="287"/>
                                          <a:pt x="6376" y="279"/>
                                        </a:cubicBezTo>
                                        <a:cubicBezTo>
                                          <a:pt x="6413" y="271"/>
                                          <a:pt x="6410" y="264"/>
                                          <a:pt x="6412" y="255"/>
                                        </a:cubicBezTo>
                                        <a:cubicBezTo>
                                          <a:pt x="6414" y="246"/>
                                          <a:pt x="6411" y="234"/>
                                          <a:pt x="6388" y="225"/>
                                        </a:cubicBezTo>
                                        <a:cubicBezTo>
                                          <a:pt x="6365" y="216"/>
                                          <a:pt x="6268" y="205"/>
                                          <a:pt x="6274" y="201"/>
                                        </a:cubicBezTo>
                                        <a:cubicBezTo>
                                          <a:pt x="6280" y="197"/>
                                          <a:pt x="6392" y="204"/>
                                          <a:pt x="6424" y="201"/>
                                        </a:cubicBezTo>
                                        <a:cubicBezTo>
                                          <a:pt x="6456" y="198"/>
                                          <a:pt x="6459" y="190"/>
                                          <a:pt x="6466" y="183"/>
                                        </a:cubicBezTo>
                                        <a:cubicBezTo>
                                          <a:pt x="6473" y="176"/>
                                          <a:pt x="6496" y="163"/>
                                          <a:pt x="6466" y="156"/>
                                        </a:cubicBezTo>
                                        <a:cubicBezTo>
                                          <a:pt x="6436" y="149"/>
                                          <a:pt x="6298" y="149"/>
                                          <a:pt x="6286" y="141"/>
                                        </a:cubicBezTo>
                                        <a:cubicBezTo>
                                          <a:pt x="6274" y="133"/>
                                          <a:pt x="6372" y="118"/>
                                          <a:pt x="6391" y="108"/>
                                        </a:cubicBezTo>
                                        <a:cubicBezTo>
                                          <a:pt x="6410" y="98"/>
                                          <a:pt x="6410" y="85"/>
                                          <a:pt x="6400" y="78"/>
                                        </a:cubicBezTo>
                                        <a:cubicBezTo>
                                          <a:pt x="6390" y="71"/>
                                          <a:pt x="6368" y="68"/>
                                          <a:pt x="6328" y="66"/>
                                        </a:cubicBezTo>
                                        <a:cubicBezTo>
                                          <a:pt x="6288" y="64"/>
                                          <a:pt x="6214" y="68"/>
                                          <a:pt x="6160" y="66"/>
                                        </a:cubicBezTo>
                                        <a:cubicBezTo>
                                          <a:pt x="6106" y="64"/>
                                          <a:pt x="6055" y="40"/>
                                          <a:pt x="6001" y="51"/>
                                        </a:cubicBezTo>
                                        <a:cubicBezTo>
                                          <a:pt x="5947" y="62"/>
                                          <a:pt x="5907" y="114"/>
                                          <a:pt x="5836" y="135"/>
                                        </a:cubicBezTo>
                                        <a:cubicBezTo>
                                          <a:pt x="5765" y="156"/>
                                          <a:pt x="5686" y="172"/>
                                          <a:pt x="5575" y="174"/>
                                        </a:cubicBezTo>
                                        <a:cubicBezTo>
                                          <a:pt x="5464" y="176"/>
                                          <a:pt x="5283" y="150"/>
                                          <a:pt x="5167" y="150"/>
                                        </a:cubicBezTo>
                                        <a:cubicBezTo>
                                          <a:pt x="5051" y="150"/>
                                          <a:pt x="4957" y="174"/>
                                          <a:pt x="4879" y="177"/>
                                        </a:cubicBezTo>
                                        <a:cubicBezTo>
                                          <a:pt x="4801" y="180"/>
                                          <a:pt x="4778" y="172"/>
                                          <a:pt x="4699" y="171"/>
                                        </a:cubicBezTo>
                                        <a:cubicBezTo>
                                          <a:pt x="4620" y="170"/>
                                          <a:pt x="4481" y="180"/>
                                          <a:pt x="4405" y="168"/>
                                        </a:cubicBezTo>
                                        <a:cubicBezTo>
                                          <a:pt x="4329" y="156"/>
                                          <a:pt x="4307" y="114"/>
                                          <a:pt x="4240" y="96"/>
                                        </a:cubicBezTo>
                                        <a:cubicBezTo>
                                          <a:pt x="4173" y="78"/>
                                          <a:pt x="4094" y="66"/>
                                          <a:pt x="4000" y="60"/>
                                        </a:cubicBezTo>
                                        <a:cubicBezTo>
                                          <a:pt x="3906" y="54"/>
                                          <a:pt x="3767" y="63"/>
                                          <a:pt x="3676" y="60"/>
                                        </a:cubicBezTo>
                                        <a:cubicBezTo>
                                          <a:pt x="3585" y="57"/>
                                          <a:pt x="3498" y="46"/>
                                          <a:pt x="3451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3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71" y="2565"/>
                                    <a:ext cx="290" cy="132"/>
                                  </a:xfrm>
                                  <a:custGeom>
                                    <a:avLst/>
                                    <a:gdLst>
                                      <a:gd name="T0" fmla="*/ 251 w 290"/>
                                      <a:gd name="T1" fmla="*/ 132 h 132"/>
                                      <a:gd name="T2" fmla="*/ 146 w 290"/>
                                      <a:gd name="T3" fmla="*/ 96 h 132"/>
                                      <a:gd name="T4" fmla="*/ 74 w 290"/>
                                      <a:gd name="T5" fmla="*/ 108 h 132"/>
                                      <a:gd name="T6" fmla="*/ 35 w 290"/>
                                      <a:gd name="T7" fmla="*/ 90 h 132"/>
                                      <a:gd name="T8" fmla="*/ 11 w 290"/>
                                      <a:gd name="T9" fmla="*/ 48 h 132"/>
                                      <a:gd name="T10" fmla="*/ 101 w 290"/>
                                      <a:gd name="T11" fmla="*/ 18 h 132"/>
                                      <a:gd name="T12" fmla="*/ 173 w 290"/>
                                      <a:gd name="T13" fmla="*/ 15 h 132"/>
                                      <a:gd name="T14" fmla="*/ 242 w 290"/>
                                      <a:gd name="T15" fmla="*/ 15 h 132"/>
                                      <a:gd name="T16" fmla="*/ 290 w 290"/>
                                      <a:gd name="T17" fmla="*/ 0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90" h="132">
                                        <a:moveTo>
                                          <a:pt x="251" y="132"/>
                                        </a:moveTo>
                                        <a:cubicBezTo>
                                          <a:pt x="213" y="116"/>
                                          <a:pt x="175" y="100"/>
                                          <a:pt x="146" y="96"/>
                                        </a:cubicBezTo>
                                        <a:cubicBezTo>
                                          <a:pt x="117" y="92"/>
                                          <a:pt x="92" y="109"/>
                                          <a:pt x="74" y="108"/>
                                        </a:cubicBezTo>
                                        <a:cubicBezTo>
                                          <a:pt x="56" y="107"/>
                                          <a:pt x="46" y="100"/>
                                          <a:pt x="35" y="90"/>
                                        </a:cubicBezTo>
                                        <a:cubicBezTo>
                                          <a:pt x="24" y="80"/>
                                          <a:pt x="0" y="60"/>
                                          <a:pt x="11" y="48"/>
                                        </a:cubicBezTo>
                                        <a:cubicBezTo>
                                          <a:pt x="22" y="36"/>
                                          <a:pt x="74" y="23"/>
                                          <a:pt x="101" y="18"/>
                                        </a:cubicBezTo>
                                        <a:cubicBezTo>
                                          <a:pt x="128" y="13"/>
                                          <a:pt x="150" y="15"/>
                                          <a:pt x="173" y="15"/>
                                        </a:cubicBezTo>
                                        <a:cubicBezTo>
                                          <a:pt x="196" y="15"/>
                                          <a:pt x="223" y="17"/>
                                          <a:pt x="242" y="15"/>
                                        </a:cubicBezTo>
                                        <a:cubicBezTo>
                                          <a:pt x="261" y="13"/>
                                          <a:pt x="275" y="6"/>
                                          <a:pt x="29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3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782" y="2553"/>
                                    <a:ext cx="334" cy="139"/>
                                  </a:xfrm>
                                  <a:custGeom>
                                    <a:avLst/>
                                    <a:gdLst>
                                      <a:gd name="T0" fmla="*/ 0 w 334"/>
                                      <a:gd name="T1" fmla="*/ 90 h 139"/>
                                      <a:gd name="T2" fmla="*/ 66 w 334"/>
                                      <a:gd name="T3" fmla="*/ 129 h 139"/>
                                      <a:gd name="T4" fmla="*/ 120 w 334"/>
                                      <a:gd name="T5" fmla="*/ 138 h 139"/>
                                      <a:gd name="T6" fmla="*/ 168 w 334"/>
                                      <a:gd name="T7" fmla="*/ 120 h 139"/>
                                      <a:gd name="T8" fmla="*/ 270 w 334"/>
                                      <a:gd name="T9" fmla="*/ 123 h 139"/>
                                      <a:gd name="T10" fmla="*/ 318 w 334"/>
                                      <a:gd name="T11" fmla="*/ 102 h 139"/>
                                      <a:gd name="T12" fmla="*/ 324 w 334"/>
                                      <a:gd name="T13" fmla="*/ 69 h 139"/>
                                      <a:gd name="T14" fmla="*/ 258 w 334"/>
                                      <a:gd name="T15" fmla="*/ 42 h 139"/>
                                      <a:gd name="T16" fmla="*/ 186 w 334"/>
                                      <a:gd name="T17" fmla="*/ 24 h 139"/>
                                      <a:gd name="T18" fmla="*/ 132 w 334"/>
                                      <a:gd name="T19" fmla="*/ 0 h 1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4" h="139">
                                        <a:moveTo>
                                          <a:pt x="0" y="90"/>
                                        </a:moveTo>
                                        <a:cubicBezTo>
                                          <a:pt x="11" y="96"/>
                                          <a:pt x="46" y="121"/>
                                          <a:pt x="66" y="129"/>
                                        </a:cubicBezTo>
                                        <a:cubicBezTo>
                                          <a:pt x="86" y="137"/>
                                          <a:pt x="103" y="139"/>
                                          <a:pt x="120" y="138"/>
                                        </a:cubicBezTo>
                                        <a:cubicBezTo>
                                          <a:pt x="137" y="137"/>
                                          <a:pt x="143" y="122"/>
                                          <a:pt x="168" y="120"/>
                                        </a:cubicBezTo>
                                        <a:cubicBezTo>
                                          <a:pt x="193" y="118"/>
                                          <a:pt x="245" y="126"/>
                                          <a:pt x="270" y="123"/>
                                        </a:cubicBezTo>
                                        <a:cubicBezTo>
                                          <a:pt x="295" y="120"/>
                                          <a:pt x="309" y="111"/>
                                          <a:pt x="318" y="102"/>
                                        </a:cubicBezTo>
                                        <a:cubicBezTo>
                                          <a:pt x="327" y="93"/>
                                          <a:pt x="334" y="79"/>
                                          <a:pt x="324" y="69"/>
                                        </a:cubicBezTo>
                                        <a:cubicBezTo>
                                          <a:pt x="314" y="59"/>
                                          <a:pt x="281" y="49"/>
                                          <a:pt x="258" y="42"/>
                                        </a:cubicBezTo>
                                        <a:cubicBezTo>
                                          <a:pt x="235" y="35"/>
                                          <a:pt x="207" y="31"/>
                                          <a:pt x="186" y="24"/>
                                        </a:cubicBezTo>
                                        <a:cubicBezTo>
                                          <a:pt x="165" y="17"/>
                                          <a:pt x="147" y="9"/>
                                          <a:pt x="13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Freeform 3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4" y="1564"/>
                                    <a:ext cx="674" cy="1022"/>
                                  </a:xfrm>
                                  <a:custGeom>
                                    <a:avLst/>
                                    <a:gdLst>
                                      <a:gd name="T0" fmla="*/ 171 w 674"/>
                                      <a:gd name="T1" fmla="*/ 971 h 1022"/>
                                      <a:gd name="T2" fmla="*/ 99 w 674"/>
                                      <a:gd name="T3" fmla="*/ 791 h 1022"/>
                                      <a:gd name="T4" fmla="*/ 84 w 674"/>
                                      <a:gd name="T5" fmla="*/ 641 h 1022"/>
                                      <a:gd name="T6" fmla="*/ 54 w 674"/>
                                      <a:gd name="T7" fmla="*/ 491 h 1022"/>
                                      <a:gd name="T8" fmla="*/ 15 w 674"/>
                                      <a:gd name="T9" fmla="*/ 392 h 1022"/>
                                      <a:gd name="T10" fmla="*/ 15 w 674"/>
                                      <a:gd name="T11" fmla="*/ 227 h 1022"/>
                                      <a:gd name="T12" fmla="*/ 108 w 674"/>
                                      <a:gd name="T13" fmla="*/ 62 h 1022"/>
                                      <a:gd name="T14" fmla="*/ 297 w 674"/>
                                      <a:gd name="T15" fmla="*/ 8 h 1022"/>
                                      <a:gd name="T16" fmla="*/ 540 w 674"/>
                                      <a:gd name="T17" fmla="*/ 29 h 1022"/>
                                      <a:gd name="T18" fmla="*/ 660 w 674"/>
                                      <a:gd name="T19" fmla="*/ 182 h 1022"/>
                                      <a:gd name="T20" fmla="*/ 627 w 674"/>
                                      <a:gd name="T21" fmla="*/ 437 h 1022"/>
                                      <a:gd name="T22" fmla="*/ 609 w 674"/>
                                      <a:gd name="T23" fmla="*/ 536 h 1022"/>
                                      <a:gd name="T24" fmla="*/ 543 w 674"/>
                                      <a:gd name="T25" fmla="*/ 662 h 1022"/>
                                      <a:gd name="T26" fmla="*/ 528 w 674"/>
                                      <a:gd name="T27" fmla="*/ 794 h 1022"/>
                                      <a:gd name="T28" fmla="*/ 525 w 674"/>
                                      <a:gd name="T29" fmla="*/ 1022 h 10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674" h="1022">
                                        <a:moveTo>
                                          <a:pt x="171" y="971"/>
                                        </a:moveTo>
                                        <a:cubicBezTo>
                                          <a:pt x="157" y="941"/>
                                          <a:pt x="113" y="846"/>
                                          <a:pt x="99" y="791"/>
                                        </a:cubicBezTo>
                                        <a:cubicBezTo>
                                          <a:pt x="85" y="736"/>
                                          <a:pt x="91" y="691"/>
                                          <a:pt x="84" y="641"/>
                                        </a:cubicBezTo>
                                        <a:cubicBezTo>
                                          <a:pt x="77" y="591"/>
                                          <a:pt x="65" y="532"/>
                                          <a:pt x="54" y="491"/>
                                        </a:cubicBezTo>
                                        <a:cubicBezTo>
                                          <a:pt x="43" y="450"/>
                                          <a:pt x="21" y="436"/>
                                          <a:pt x="15" y="392"/>
                                        </a:cubicBezTo>
                                        <a:cubicBezTo>
                                          <a:pt x="9" y="348"/>
                                          <a:pt x="0" y="282"/>
                                          <a:pt x="15" y="227"/>
                                        </a:cubicBezTo>
                                        <a:cubicBezTo>
                                          <a:pt x="30" y="172"/>
                                          <a:pt x="61" y="98"/>
                                          <a:pt x="108" y="62"/>
                                        </a:cubicBezTo>
                                        <a:cubicBezTo>
                                          <a:pt x="155" y="26"/>
                                          <a:pt x="225" y="13"/>
                                          <a:pt x="297" y="8"/>
                                        </a:cubicBezTo>
                                        <a:cubicBezTo>
                                          <a:pt x="369" y="3"/>
                                          <a:pt x="480" y="0"/>
                                          <a:pt x="540" y="29"/>
                                        </a:cubicBezTo>
                                        <a:cubicBezTo>
                                          <a:pt x="600" y="58"/>
                                          <a:pt x="646" y="114"/>
                                          <a:pt x="660" y="182"/>
                                        </a:cubicBezTo>
                                        <a:cubicBezTo>
                                          <a:pt x="674" y="250"/>
                                          <a:pt x="635" y="378"/>
                                          <a:pt x="627" y="437"/>
                                        </a:cubicBezTo>
                                        <a:cubicBezTo>
                                          <a:pt x="619" y="496"/>
                                          <a:pt x="623" y="499"/>
                                          <a:pt x="609" y="536"/>
                                        </a:cubicBezTo>
                                        <a:cubicBezTo>
                                          <a:pt x="595" y="573"/>
                                          <a:pt x="556" y="619"/>
                                          <a:pt x="543" y="662"/>
                                        </a:cubicBezTo>
                                        <a:cubicBezTo>
                                          <a:pt x="530" y="705"/>
                                          <a:pt x="531" y="734"/>
                                          <a:pt x="528" y="794"/>
                                        </a:cubicBezTo>
                                        <a:cubicBezTo>
                                          <a:pt x="525" y="854"/>
                                          <a:pt x="525" y="938"/>
                                          <a:pt x="525" y="10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3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36" y="2127"/>
                                    <a:ext cx="417" cy="207"/>
                                  </a:xfrm>
                                  <a:custGeom>
                                    <a:avLst/>
                                    <a:gdLst>
                                      <a:gd name="T0" fmla="*/ 0 w 417"/>
                                      <a:gd name="T1" fmla="*/ 30 h 207"/>
                                      <a:gd name="T2" fmla="*/ 63 w 417"/>
                                      <a:gd name="T3" fmla="*/ 156 h 207"/>
                                      <a:gd name="T4" fmla="*/ 150 w 417"/>
                                      <a:gd name="T5" fmla="*/ 201 h 207"/>
                                      <a:gd name="T6" fmla="*/ 237 w 417"/>
                                      <a:gd name="T7" fmla="*/ 195 h 207"/>
                                      <a:gd name="T8" fmla="*/ 273 w 417"/>
                                      <a:gd name="T9" fmla="*/ 195 h 207"/>
                                      <a:gd name="T10" fmla="*/ 330 w 417"/>
                                      <a:gd name="T11" fmla="*/ 162 h 207"/>
                                      <a:gd name="T12" fmla="*/ 417 w 417"/>
                                      <a:gd name="T13" fmla="*/ 0 h 2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17" h="207">
                                        <a:moveTo>
                                          <a:pt x="0" y="30"/>
                                        </a:moveTo>
                                        <a:cubicBezTo>
                                          <a:pt x="19" y="78"/>
                                          <a:pt x="38" y="127"/>
                                          <a:pt x="63" y="156"/>
                                        </a:cubicBezTo>
                                        <a:cubicBezTo>
                                          <a:pt x="88" y="185"/>
                                          <a:pt x="121" y="195"/>
                                          <a:pt x="150" y="201"/>
                                        </a:cubicBezTo>
                                        <a:cubicBezTo>
                                          <a:pt x="179" y="207"/>
                                          <a:pt x="217" y="196"/>
                                          <a:pt x="237" y="195"/>
                                        </a:cubicBezTo>
                                        <a:cubicBezTo>
                                          <a:pt x="257" y="194"/>
                                          <a:pt x="258" y="200"/>
                                          <a:pt x="273" y="195"/>
                                        </a:cubicBezTo>
                                        <a:cubicBezTo>
                                          <a:pt x="288" y="190"/>
                                          <a:pt x="306" y="195"/>
                                          <a:pt x="330" y="162"/>
                                        </a:cubicBezTo>
                                        <a:cubicBezTo>
                                          <a:pt x="354" y="129"/>
                                          <a:pt x="385" y="64"/>
                                          <a:pt x="41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7" name="Freeform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0" y="9865"/>
                                  <a:ext cx="390" cy="413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5 h 413"/>
                                    <a:gd name="T2" fmla="*/ 23 w 390"/>
                                    <a:gd name="T3" fmla="*/ 375 h 413"/>
                                    <a:gd name="T4" fmla="*/ 375 w 390"/>
                                    <a:gd name="T5" fmla="*/ 413 h 413"/>
                                    <a:gd name="T6" fmla="*/ 390 w 390"/>
                                    <a:gd name="T7" fmla="*/ 0 h 413"/>
                                    <a:gd name="T8" fmla="*/ 0 w 390"/>
                                    <a:gd name="T9" fmla="*/ 45 h 4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0" h="413">
                                      <a:moveTo>
                                        <a:pt x="0" y="45"/>
                                      </a:moveTo>
                                      <a:lnTo>
                                        <a:pt x="23" y="375"/>
                                      </a:lnTo>
                                      <a:lnTo>
                                        <a:pt x="375" y="413"/>
                                      </a:lnTo>
                                      <a:lnTo>
                                        <a:pt x="390" y="0"/>
                                      </a:lnTo>
                                      <a:lnTo>
                                        <a:pt x="0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0" y="9880"/>
                                  <a:ext cx="360" cy="390"/>
                                </a:xfrm>
                                <a:custGeom>
                                  <a:avLst/>
                                  <a:gdLst>
                                    <a:gd name="T0" fmla="*/ 360 w 360"/>
                                    <a:gd name="T1" fmla="*/ 390 h 390"/>
                                    <a:gd name="T2" fmla="*/ 353 w 360"/>
                                    <a:gd name="T3" fmla="*/ 30 h 390"/>
                                    <a:gd name="T4" fmla="*/ 0 w 360"/>
                                    <a:gd name="T5" fmla="*/ 0 h 390"/>
                                    <a:gd name="T6" fmla="*/ 23 w 360"/>
                                    <a:gd name="T7" fmla="*/ 383 h 390"/>
                                    <a:gd name="T8" fmla="*/ 360 w 360"/>
                                    <a:gd name="T9" fmla="*/ 39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0" h="390">
                                      <a:moveTo>
                                        <a:pt x="360" y="390"/>
                                      </a:moveTo>
                                      <a:lnTo>
                                        <a:pt x="353" y="3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60" y="3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10" y="14080"/>
                                  <a:ext cx="383" cy="383"/>
                                </a:xfrm>
                                <a:custGeom>
                                  <a:avLst/>
                                  <a:gdLst>
                                    <a:gd name="T0" fmla="*/ 0 w 383"/>
                                    <a:gd name="T1" fmla="*/ 270 h 383"/>
                                    <a:gd name="T2" fmla="*/ 285 w 383"/>
                                    <a:gd name="T3" fmla="*/ 383 h 383"/>
                                    <a:gd name="T4" fmla="*/ 383 w 383"/>
                                    <a:gd name="T5" fmla="*/ 128 h 383"/>
                                    <a:gd name="T6" fmla="*/ 60 w 383"/>
                                    <a:gd name="T7" fmla="*/ 0 h 383"/>
                                    <a:gd name="T8" fmla="*/ 0 w 383"/>
                                    <a:gd name="T9" fmla="*/ 270 h 3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3" h="383">
                                      <a:moveTo>
                                        <a:pt x="0" y="270"/>
                                      </a:moveTo>
                                      <a:lnTo>
                                        <a:pt x="285" y="383"/>
                                      </a:lnTo>
                                      <a:lnTo>
                                        <a:pt x="383" y="128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2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85" y="14163"/>
                                  <a:ext cx="480" cy="405"/>
                                </a:xfrm>
                                <a:custGeom>
                                  <a:avLst/>
                                  <a:gdLst>
                                    <a:gd name="T0" fmla="*/ 180 w 480"/>
                                    <a:gd name="T1" fmla="*/ 405 h 405"/>
                                    <a:gd name="T2" fmla="*/ 480 w 480"/>
                                    <a:gd name="T3" fmla="*/ 270 h 405"/>
                                    <a:gd name="T4" fmla="*/ 375 w 480"/>
                                    <a:gd name="T5" fmla="*/ 0 h 405"/>
                                    <a:gd name="T6" fmla="*/ 0 w 480"/>
                                    <a:gd name="T7" fmla="*/ 150 h 405"/>
                                    <a:gd name="T8" fmla="*/ 180 w 480"/>
                                    <a:gd name="T9" fmla="*/ 405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0" h="405">
                                      <a:moveTo>
                                        <a:pt x="180" y="405"/>
                                      </a:moveTo>
                                      <a:lnTo>
                                        <a:pt x="480" y="27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180" y="4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191E7B" id="Group 335" o:spid="_x0000_s1026" style="position:absolute;margin-left:25pt;margin-top:301.95pt;width:62pt;height:57.8pt;z-index:251648512" coordorigin="1856,8849" coordsize="6496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">
                      <v:group id="Group 336" o:spid="_x0000_s1027" style="position:absolute;left:1856;top:8849;width:6496;height:6057" coordorigin="1844,1564" coordsize="6496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 id="Freeform 337" o:spid="_x0000_s1028" style="position:absolute;left:1844;top:2478;width:6496;height:5143;visibility:visible;mso-wrap-style:square;v-text-anchor:top" coordsize="6496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" path="m2986,12v-50,9,-190,26,-300,38c2576,62,2418,71,2326,87v-92,16,-135,49,-195,60c2071,158,2041,144,1966,155v-75,11,-214,59,-285,60c1610,216,1613,173,1539,162v-74,-11,-199,-15,-300,-15c1138,147,1031,161,931,162v-100,1,-228,5,-292,-7c575,143,589,104,549,87,509,70,439,64,399,50,359,36,354,10,309,5,264,,153,9,129,20v-24,11,9,43,37,52c194,81,289,68,301,75v12,7,-19,33,-60,42c200,126,94,124,54,132,14,140,2,151,1,162v-1,11,18,30,45,38c73,208,130,206,163,210v33,4,102,13,81,15c223,227,77,216,39,222,1,228,13,249,16,260v3,11,22,23,42,28c78,293,112,288,139,288v27,,82,-1,81,3c219,295,147,299,133,312v-14,13,-32,50,,57c165,376,262,353,324,357v62,4,124,34,180,38c560,399,587,379,661,380v74,1,201,8,285,22c1030,416,1068,451,1164,462v96,11,284,10,360,8c1600,468,1541,452,1621,447v80,-5,286,-14,383,-7c2101,447,2130,481,2206,492v76,11,198,-15,255,15c2518,537,2525,621,2551,672v26,51,49,77,68,143c2638,881,2649,993,2664,1070v15,77,42,122,46,211c2714,1370,2714,1476,2686,1602v-28,126,-90,312,-142,435c2492,2160,2432,2198,2371,2337v-61,139,-139,388,-195,533c2120,3015,2129,3048,2034,3207v-95,159,-317,373,-428,615c1495,4064,1439,4505,1366,4662v-73,157,-162,74,-201,105c1126,4798,1129,4830,1129,4845v,15,16,19,33,15c1179,4856,1230,4815,1234,4818v4,3,-44,48,-45,60c1188,4890,1212,4898,1228,4893v16,-5,57,-49,60,-45c1291,4852,1246,4902,1246,4914v,12,29,11,45,6c1307,4915,1344,4877,1345,4881v1,4,-46,51,-48,63c1295,4956,1315,4959,1333,4956v18,-3,66,-33,72,-30c1411,4929,1360,4956,1369,4974v9,18,62,66,93,60c1493,5028,1540,4966,1554,4940v14,-26,-15,-33,-8,-60c1553,4853,1585,4826,1599,4775v14,-51,-2,-124,30,-203c1661,4493,1732,4393,1794,4302v62,-91,156,-182,210,-277c2058,3930,2078,3810,2116,3732v38,-78,73,-125,114,-177c2271,3503,2306,3494,2364,3417v58,-77,160,-241,217,-327c2638,3004,2644,2977,2707,2898v63,-79,169,-190,255,-282c3048,2524,3153,2333,3226,2345v73,12,126,252,177,343c3454,2779,3474,2816,3529,2892v55,76,131,134,201,249c3800,3256,3881,3416,3949,3579v68,163,137,423,192,543c4196,4242,4213,4212,4279,4299v66,87,195,260,258,348c4600,4735,4624,4754,4657,4827v33,73,57,203,81,255c4762,5134,4777,5135,4804,5139v27,4,66,-14,96,-33c4930,5087,4942,5043,4987,5022v45,-21,127,-19,180,-42c5220,4957,5278,4908,5308,4884v30,-24,25,-32,42,-45c5367,4826,5400,4822,5410,4809v10,-13,8,-40,3,-51c5408,4747,5393,4739,5377,4740v-16,1,-42,20,-63,24c5293,4768,5296,4764,5248,4764v-48,,-156,32,-225,3c4954,4738,4908,4729,4834,4590v-74,-139,-180,-494,-255,-654c4504,3776,4431,3728,4384,3627v-47,-101,-59,-224,-87,-300c4269,3251,4240,3255,4216,3170v-24,-85,-25,-224,-60,-353c4121,2688,4057,2517,4006,2394v-51,-123,-114,-157,-156,-315c3808,1921,3765,1617,3751,1446v-14,-171,-4,-272,15,-393c3785,932,3804,817,3866,722v62,-95,120,-195,270,-240c4286,437,4581,449,4766,452v185,3,351,55,480,50c5375,497,5451,438,5542,423v91,-15,162,-4,252,-9c5884,409,6005,398,6082,393v77,-5,131,-1,177,-9c6305,376,6349,355,6361,342v12,-13,-1,-26,-30,-33c6302,302,6180,308,6187,303v7,-5,152,-16,189,-24c6413,271,6410,264,6412,255v2,-9,-1,-21,-24,-30c6365,216,6268,205,6274,201v6,-4,118,3,150,c6456,198,6459,190,6466,183v7,-7,30,-20,,-27c6436,149,6298,149,6286,141v-12,-8,86,-23,105,-33c6410,98,6410,85,6400,78v-10,-7,-32,-10,-72,-12c6288,64,6214,68,6160,66,6106,64,6055,40,6001,51v-54,11,-94,63,-165,84c5765,156,5686,172,5575,174v-111,2,-292,-24,-408,-24c5051,150,4957,174,4879,177v-78,3,-101,-5,-180,-6c4620,170,4481,180,4405,168v-76,-12,-98,-54,-165,-72c4173,78,4094,66,4000,60v-94,-6,-233,3,-324,c3585,57,3498,46,3451,42e" fillcolor="#eaeaea" strokecolor="gray">
                          <v:path arrowok="t" o:connecttype="custom" o:connectlocs="2326,87;1681,215;931,162;399,50;166,72;54,132;163,210;16,260;220,291;324,357;946,402;1621,447;2461,507;2664,1070;2544,2037;2034,3207;1165,4767;1234,4818;1288,4848;1345,4881;1405,4926;1554,4940;1629,4572;2116,3732;2581,3090;3226,2345;3730,3141;4279,4299;4738,5082;4987,5022;5350,4839;5377,4740;5023,4767;4384,3627;4156,2817;3751,1446;4136,482;5542,423;6259,384;6187,303;6388,225;6466,183;6391,108;6160,66;5575,174;4699,171;4000,60" o:connectangles="0,0,0,0,0,0,0,0,0,0,0,0,0,0,0,0,0,0,0,0,0,0,0,0,0,0,0,0,0,0,0,0,0,0,0,0,0,0,0,0,0,0,0,0,0,0,0"/>
                        </v:shape>
                        <v:shape id="Freeform 338" o:spid="_x0000_s1029" style="position:absolute;left:2071;top:2565;width:290;height:132;visibility:visible;mso-wrap-style:square;v-text-anchor:top" coordsize="29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" path="m251,132c213,116,175,100,146,96,117,92,92,109,74,108,56,107,46,100,35,90,24,80,,60,11,48,22,36,74,23,101,18v27,-5,49,-3,72,-3c196,15,223,17,242,15,261,13,275,6,290,e" fillcolor="#ddd" strokecolor="gray">
                          <v:path arrowok="t" o:connecttype="custom" o:connectlocs="251,132;146,96;74,108;35,90;11,48;101,18;173,15;242,15;290,0" o:connectangles="0,0,0,0,0,0,0,0,0"/>
                        </v:shape>
                        <v:shape id="Freeform 339" o:spid="_x0000_s1030" style="position:absolute;left:7782;top:2553;width:334;height:139;visibility:visible;mso-wrap-style:square;v-text-anchor:top" coordsize="3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" path="m,90v11,6,46,31,66,39c86,137,103,139,120,138v17,-1,23,-16,48,-18c193,118,245,126,270,123v25,-3,39,-12,48,-21c327,93,334,79,324,69,314,59,281,49,258,42,235,35,207,31,186,24,165,17,147,9,132,e" fillcolor="#ddd" strokecolor="gray">
                          <v:path arrowok="t" o:connecttype="custom" o:connectlocs="0,90;66,129;120,138;168,120;270,123;318,102;324,69;258,42;186,24;132,0" o:connectangles="0,0,0,0,0,0,0,0,0,0"/>
                        </v:shape>
                        <v:shape id="Freeform 340" o:spid="_x0000_s1031" style="position:absolute;left:4704;top:1564;width:674;height:1022;visibility:visible;mso-wrap-style:square;v-text-anchor:top" coordsize="674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" path="m171,971c157,941,113,846,99,791,85,736,91,691,84,641,77,591,65,532,54,491,43,450,21,436,15,392,9,348,,282,15,227,30,172,61,98,108,62,155,26,225,13,297,8,369,3,480,,540,29v60,29,106,85,120,153c674,250,635,378,627,437v-8,59,-4,62,-18,99c595,573,556,619,543,662v-13,43,-12,72,-15,132c525,854,525,938,525,1022e" fillcolor="#eaeaea" strokecolor="gray">
                          <v:path arrowok="t" o:connecttype="custom" o:connectlocs="171,971;99,791;84,641;54,491;15,392;15,227;108,62;297,8;540,29;660,182;627,437;609,536;543,662;528,794;525,1022" o:connectangles="0,0,0,0,0,0,0,0,0,0,0,0,0,0,0"/>
                        </v:shape>
                        <v:shape id="Freeform 341" o:spid="_x0000_s1032" style="position:absolute;left:4836;top:2127;width:417;height:207;visibility:visible;mso-wrap-style:square;v-text-anchor:top" coordsize="417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" path="m,30v19,48,38,97,63,126c88,185,121,195,150,201v29,6,67,-5,87,-6c257,194,258,200,273,195v15,-5,33,,57,-33c354,129,385,64,417,e" fillcolor="#eaeaea" strokecolor="gray">
                          <v:path arrowok="t" o:connecttype="custom" o:connectlocs="0,30;63,156;150,201;237,195;273,195;330,162;417,0" o:connectangles="0,0,0,0,0,0,0"/>
                        </v:shape>
                      </v:group>
                      <v:shape id="Freeform 342" o:spid="_x0000_s1033" style="position:absolute;left:3660;top:9865;width:390;height:413;visibility:visible;mso-wrap-style:square;v-text-anchor:top" coordsize="39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" path="m,45l23,375r352,38l390,,,45xe" fillcolor="navy">
                        <v:path arrowok="t" o:connecttype="custom" o:connectlocs="0,45;23,375;375,413;390,0;0,45" o:connectangles="0,0,0,0,0"/>
                      </v:shape>
                      <v:shape id="Freeform 343" o:spid="_x0000_s1034" style="position:absolute;left:6390;top:9880;width:360;height:390;visibility:visible;mso-wrap-style:square;v-text-anchor:top" coordsize="360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" path="m360,390l353,30,,,23,383r337,7xe" fillcolor="navy">
                        <v:path arrowok="t" o:connecttype="custom" o:connectlocs="360,390;353,30;0,0;23,383;360,390" o:connectangles="0,0,0,0,0"/>
                      </v:shape>
                      <v:shape id="Freeform 344" o:spid="_x0000_s1035" style="position:absolute;left:3210;top:14080;width:383;height:383;visibility:visible;mso-wrap-style:square;v-text-anchor:top" coordsize="383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" path="m,270l285,383,383,128,60,,,270xe" fillcolor="navy">
                        <v:path arrowok="t" o:connecttype="custom" o:connectlocs="0,270;285,383;383,128;60,0;0,270" o:connectangles="0,0,0,0,0"/>
                      </v:shape>
                      <v:shape id="Freeform 345" o:spid="_x0000_s1036" style="position:absolute;left:6285;top:14163;width:480;height:405;visibility:visible;mso-wrap-style:square;v-text-anchor:top" coordsize="480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" path="m180,405l480,270,375,,,150,180,405xe" fillcolor="navy">
                        <v:path arrowok="t" o:connecttype="custom" o:connectlocs="180,405;480,270;375,0;0,150;180,405" o:connectangles="0,0,0,0,0"/>
                      </v:shape>
                    </v:group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4631055</wp:posOffset>
                      </wp:positionV>
                      <wp:extent cx="675005" cy="236220"/>
                      <wp:effectExtent l="635" t="3810" r="635" b="0"/>
                      <wp:wrapNone/>
                      <wp:docPr id="9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D70407" w:rsidRDefault="00E21820" w:rsidP="004C374F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r w:rsidR="00E10B7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1.12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" o:spid="_x0000_s1044" type="#_x0000_t202" style="position:absolute;left:0;text-align:left;margin-left:-2.65pt;margin-top:364.65pt;width:53.15pt;height:18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" fillcolor="#eaeaea" stroked="f" strokeweight=".25pt">
                      <v:stroke dashstyle="1 1" endcap="round"/>
                      <v:textbox>
                        <w:txbxContent>
                          <w:p w:rsidR="00E21820" w:rsidRPr="00D70407" w:rsidRDefault="00E21820" w:rsidP="004C374F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r w:rsidR="00E10B7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1.12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4629785</wp:posOffset>
                      </wp:positionV>
                      <wp:extent cx="675005" cy="236220"/>
                      <wp:effectExtent l="0" t="2540" r="3175" b="0"/>
                      <wp:wrapNone/>
                      <wp:docPr id="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D70407" w:rsidRDefault="00E21820" w:rsidP="004C374F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r w:rsidR="00E10B7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1.09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45" type="#_x0000_t202" style="position:absolute;left:0;text-align:left;margin-left:60.15pt;margin-top:364.55pt;width:53.15pt;height:1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" fillcolor="#eaeaea" stroked="f" strokeweight=".25pt">
                      <v:stroke dashstyle="1 1" endcap="round"/>
                      <v:textbox>
                        <w:txbxContent>
                          <w:p w:rsidR="00E21820" w:rsidRPr="00D70407" w:rsidRDefault="00E21820" w:rsidP="004C374F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r w:rsidR="00E10B7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1.09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6015A1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890" t="13970" r="5080" b="10160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BA98F" id="Freeform 89" o:spid="_x0000_s1026" style="position:absolute;margin-left:61.75pt;margin-top:2.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2479040</wp:posOffset>
                      </wp:positionH>
                      <wp:positionV relativeFrom="paragraph">
                        <wp:posOffset>27940</wp:posOffset>
                      </wp:positionV>
                      <wp:extent cx="395605" cy="61595"/>
                      <wp:effectExtent l="5715" t="10160" r="8255" b="13970"/>
                      <wp:wrapNone/>
                      <wp:docPr id="6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4410E" id="Freeform 91" o:spid="_x0000_s1026" style="position:absolute;margin-left:195.2pt;margin-top:2.2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RG0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27940</wp:posOffset>
                      </wp:positionV>
                      <wp:extent cx="395605" cy="61595"/>
                      <wp:effectExtent l="6985" t="10160" r="6985" b="13970"/>
                      <wp:wrapNone/>
                      <wp:docPr id="5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6B1A5" id="Freeform 90" o:spid="_x0000_s1026" style="position:absolute;margin-left:133.8pt;margin-top:2.2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lYjw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21590</wp:posOffset>
                      </wp:positionV>
                      <wp:extent cx="395605" cy="61595"/>
                      <wp:effectExtent l="9525" t="13335" r="13970" b="10795"/>
                      <wp:wrapNone/>
                      <wp:docPr id="4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BFFB5" id="Freeform 88" o:spid="_x0000_s1026" alt="Granite" style="position:absolute;margin-left:48.5pt;margin-top:1.7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2tA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tdgLj3gAAAAcBAAAPAAAAZHJzL2Rv&#10;d25yZXYueG1sTI/NTsMwEITvSLyDtUjcqJMGaBriVIgKFcGpP+rZiZckaryO4m0b+vS4J7jtaEYz&#10;3+aL0XbihINvHSmIJxEIpMqZlmoFu+37QwrCsyajO0eo4Ac9LIrbm1xnxp1pjacN1yKUkM+0goa5&#10;z6T0VYNW+4nrkYL37QarOcihlmbQ51BuOzmNomdpdUthodE9vjVYHTZHq8CN6696udqVPp6lnH4s&#10;7Wd82St1fze+voBgHPkvDFf8gA5FYCrdkYwXnYL5LLzCCpJHEFf7aZ6AKMORxCCLXP7nL34B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iPa0AvkEAABjDQAADgAAAAAAAAAAAAAAAAA8AgAAZHJz&#10;L2Uyb0RvYy54bWxQSwECLQAUAAYACAAAACEAWGCzG7oAAAAiAQAAGQAAAAAAAAAAAAAAAABhBwAA&#10;ZHJzL19yZWxzL2Uyb0RvYy54bWwucmVsc1BLAQItABQABgAIAAAAIQAtdgLj3gAAAAcBAAAPAAAA&#10;AAAAAAAAAAAAAFI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18415</wp:posOffset>
                      </wp:positionV>
                      <wp:extent cx="335280" cy="62865"/>
                      <wp:effectExtent l="15875" t="19685" r="29845" b="12700"/>
                      <wp:wrapNone/>
                      <wp:docPr id="3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AAC7D" id="Freeform 92" o:spid="_x0000_s1026" style="position:absolute;margin-left:292.75pt;margin-top:1.45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Zs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G2psWfo1Q5QX/sv0ghU/WeRf1MwEL0YMQ8KMGg//CEKoGFH&#10;Lawl51K25p8gFp2t808X5/lZoxx+TJI13cD65DCU0k26NjNHbDf+Nz8q/RsXloedPivt1q2AO+t6&#10;4WN/BI6ybWAJ30YoRgMCWr/GFwgJIBuCKrQhryE0gADDNA8YdplqhmcVQFYbOs2zDkDpajKeNIAk&#10;WzLNcxuAIOYpXbAZLyEn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572033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E10B73" w:rsidP="00E10B73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Normal ABPI with biphasic pedal arteries bilaterally, except the right PTA which is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 Normal calibre Aorta.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Proximal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Profunda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Femoris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run off seen to cross the ankle. Mild diffuse calcification with no significant calcification seen.</w:t>
            </w:r>
          </w:p>
          <w:p w:rsidR="00E10B73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6015A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E10B73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C56EDD" w:rsidRDefault="00E10B7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2521585</wp:posOffset>
                </wp:positionV>
                <wp:extent cx="306070" cy="152400"/>
                <wp:effectExtent l="0" t="3175" r="8255" b="6350"/>
                <wp:wrapNone/>
                <wp:docPr id="2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52400"/>
                        </a:xfrm>
                        <a:prstGeom prst="rect">
                          <a:avLst/>
                        </a:prstGeom>
                        <a:solidFill>
                          <a:srgbClr val="3366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3366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3B" w:rsidRPr="004E4B01" w:rsidRDefault="003B5B1A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B80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46" type="#_x0000_t202" style="position:absolute;margin-left:-13.2pt;margin-top:198.5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u3nwIAAFM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" fillcolor="#36f" stroked="f" strokecolor="#36f" strokeweight=".25pt">
                <v:fill opacity="13107f"/>
                <v:stroke dashstyle="1 1"/>
                <v:textbox inset=".5mm,.5mm,.5mm,.5mm">
                  <w:txbxContent>
                    <w:p w:rsidR="00016E3B" w:rsidRPr="004E4B01" w:rsidRDefault="003B5B1A" w:rsidP="00016E3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B80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4581" w:rsidRPr="00C56EDD" w:rsidSect="003F7FA3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B1A" w:rsidRDefault="003B5B1A">
      <w:r>
        <w:separator/>
      </w:r>
    </w:p>
  </w:endnote>
  <w:endnote w:type="continuationSeparator" w:id="0">
    <w:p w:rsidR="003B5B1A" w:rsidRDefault="003B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B1A" w:rsidRDefault="003B5B1A">
      <w:r>
        <w:separator/>
      </w:r>
    </w:p>
  </w:footnote>
  <w:footnote w:type="continuationSeparator" w:id="0">
    <w:p w:rsidR="003B5B1A" w:rsidRDefault="003B5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E10B7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1A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5B1A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97262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D7E09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B4A2B"/>
    <w:rsid w:val="00DD13FB"/>
    <w:rsid w:val="00DE7549"/>
    <w:rsid w:val="00DF3825"/>
    <w:rsid w:val="00E02575"/>
    <w:rsid w:val="00E02F9D"/>
    <w:rsid w:val="00E04DCA"/>
    <w:rsid w:val="00E071B6"/>
    <w:rsid w:val="00E10B73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7DC8FDE8"/>
  <w15:chartTrackingRefBased/>
  <w15:docId w15:val="{EE3782B9-D21B-4A83-A6F9-1EE152D9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Arterial%20L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E13D4-6D3C-45C6-B835-15F3DC9B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Lt LEA</Template>
  <TotalTime>1</TotalTime>
  <Pages>1</Pages>
  <Words>123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dcterms:created xsi:type="dcterms:W3CDTF">2020-08-12T07:57:00Z</dcterms:created>
  <dcterms:modified xsi:type="dcterms:W3CDTF">2020-08-12T07:57:00Z</dcterms:modified>
  <cp:category>Patient Report</cp:category>
</cp:coreProperties>
</file>